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416CC9">
        <w:rPr>
          <w:rFonts w:ascii="Arial" w:hAnsi="Arial" w:cs="Arial"/>
          <w:b/>
          <w:sz w:val="24"/>
        </w:rPr>
        <w:t>3.1</w:t>
      </w:r>
      <w:r w:rsidR="00FC0448">
        <w:rPr>
          <w:rFonts w:ascii="Arial" w:hAnsi="Arial" w:cs="Arial"/>
          <w:b/>
          <w:sz w:val="24"/>
        </w:rPr>
        <w:t>.1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416CC9">
        <w:rPr>
          <w:rFonts w:ascii="Arial" w:hAnsi="Arial" w:cs="Arial"/>
          <w:b/>
          <w:sz w:val="24"/>
        </w:rPr>
        <w:t>Lichterketten installieren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416CC9" w:rsidRDefault="00416CC9" w:rsidP="00BC6F1D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E532A3" w:rsidRPr="00C12943" w:rsidRDefault="008C61BB" w:rsidP="008C61BB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910" w:dyaOrig="12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5.5pt;height:646.5pt" o:ole="">
            <v:imagedata r:id="rId8" o:title=""/>
          </v:shape>
          <o:OLEObject Type="Embed" ProgID="Visio.Drawing.15" ShapeID="_x0000_i1027" DrawAspect="Content" ObjectID="_1597557308" r:id="rId9"/>
        </w:object>
      </w:r>
      <w:bookmarkStart w:id="0" w:name="_GoBack"/>
      <w:bookmarkEnd w:id="0"/>
    </w:p>
    <w:sectPr w:rsidR="00E532A3" w:rsidRPr="00C12943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48C" w:rsidRDefault="00E1248C" w:rsidP="00F15712">
      <w:pPr>
        <w:spacing w:after="0" w:line="240" w:lineRule="auto"/>
      </w:pPr>
      <w:r>
        <w:separator/>
      </w:r>
    </w:p>
  </w:endnote>
  <w:endnote w:type="continuationSeparator" w:id="0">
    <w:p w:rsidR="00E1248C" w:rsidRDefault="00E1248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6FF" w:rsidRDefault="00E446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E446FF">
      <w:rPr>
        <w:rFonts w:ascii="Calibri" w:eastAsia="Calibri" w:hAnsi="Calibri" w:cs="Times New Roman"/>
        <w:noProof/>
      </w:rPr>
      <w:t>L2_3.1.1 Lösung Vertiefung_Lichterketten installieren.docx</w:t>
    </w:r>
    <w:r w:rsidRPr="0059458F">
      <w:rPr>
        <w:rFonts w:ascii="Calibri" w:eastAsia="Calibri" w:hAnsi="Calibri" w:cs="Times New Roman"/>
        <w:noProof/>
      </w:rPr>
      <w:fldChar w:fldCharType="end"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C61BB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C61BB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6FF" w:rsidRDefault="00E446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48C" w:rsidRDefault="00E1248C" w:rsidP="00F15712">
      <w:pPr>
        <w:spacing w:after="0" w:line="240" w:lineRule="auto"/>
      </w:pPr>
      <w:r>
        <w:separator/>
      </w:r>
    </w:p>
  </w:footnote>
  <w:footnote w:type="continuationSeparator" w:id="0">
    <w:p w:rsidR="00E1248C" w:rsidRDefault="00E1248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6FF" w:rsidRDefault="00E446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6FF" w:rsidRDefault="00E446F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33ED"/>
    <w:rsid w:val="008945E5"/>
    <w:rsid w:val="008C61BB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B7757"/>
    <w:rsid w:val="00BC6F1D"/>
    <w:rsid w:val="00BD75B3"/>
    <w:rsid w:val="00BE1A6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1248C"/>
    <w:rsid w:val="00E35867"/>
    <w:rsid w:val="00E42A48"/>
    <w:rsid w:val="00E434D3"/>
    <w:rsid w:val="00E446FF"/>
    <w:rsid w:val="00E532A3"/>
    <w:rsid w:val="00E77560"/>
    <w:rsid w:val="00E8002F"/>
    <w:rsid w:val="00E9689C"/>
    <w:rsid w:val="00E96EC2"/>
    <w:rsid w:val="00EB29E5"/>
    <w:rsid w:val="00ED2407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0448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F287B5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B693-B355-482A-9FEA-326023D8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E80AE9FB.dotm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43</cp:revision>
  <cp:lastPrinted>2018-06-29T08:47:00Z</cp:lastPrinted>
  <dcterms:created xsi:type="dcterms:W3CDTF">2018-04-03T10:30:00Z</dcterms:created>
  <dcterms:modified xsi:type="dcterms:W3CDTF">2018-09-04T07:09:00Z</dcterms:modified>
</cp:coreProperties>
</file>